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888F1-9CCF-43CF-BDCF-510951D8FC5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